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Rodo.docx</dmsv2BaseFileName>
    <dmsv2BaseDisplayName xmlns="http://schemas.microsoft.com/sharepoint/v3">Załącznik nr 6 do SWZ - Wzór umowy Rodo</dmsv2BaseDisplayName>
    <dmsv2SWPP2ObjectNumber xmlns="http://schemas.microsoft.com/sharepoint/v3">POST/DYS/OLD/GZ/04244/2025                        </dmsv2SWPP2ObjectNumber>
    <dmsv2SWPP2SumMD5 xmlns="http://schemas.microsoft.com/sharepoint/v3">0e933b4b7b3e90878d1071c40f67ca9e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23852277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DPFVW34YURAE-834641568-8464</_dlc_DocId>
    <_dlc_DocIdUrl xmlns="a19cb1c7-c5c7-46d4-85ae-d83685407bba">
      <Url>https://swpp2.dms.gkpge.pl/sites/40/_layouts/15/DocIdRedir.aspx?ID=DPFVW34YURAE-834641568-8464</Url>
      <Description>DPFVW34YURAE-834641568-8464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AEAE3E0C-B885-4794-8BBB-7BB32726E041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5A1F334-F716-4461-8AD1-9953F6A6354F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24392f5b-e9d0-4300-a06f-ba22f5d80aa2</vt:lpwstr>
  </property>
</Properties>
</file>